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D25B03" w:rsidTr="00854E8D">
        <w:tc>
          <w:tcPr>
            <w:tcW w:w="5353" w:type="dxa"/>
          </w:tcPr>
          <w:p w:rsidR="00D25B03" w:rsidRDefault="00D25B03" w:rsidP="00954AB0">
            <w:pPr>
              <w:widowControl w:val="0"/>
              <w:spacing w:after="100" w:afterAutospacing="1"/>
              <w:contextualSpacing/>
            </w:pPr>
          </w:p>
        </w:tc>
        <w:tc>
          <w:tcPr>
            <w:tcW w:w="4253" w:type="dxa"/>
          </w:tcPr>
          <w:p w:rsidR="00D25B03" w:rsidRPr="00E71E0E" w:rsidRDefault="00D25B03" w:rsidP="00954AB0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D25B03" w:rsidRDefault="00D25B03" w:rsidP="00954AB0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D25B03" w:rsidRDefault="00D25B03" w:rsidP="00954AB0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 области</w:t>
            </w:r>
          </w:p>
          <w:p w:rsidR="00641CD1" w:rsidRPr="00641CD1" w:rsidRDefault="00641CD1" w:rsidP="00641CD1">
            <w:pPr>
              <w:widowControl w:val="0"/>
              <w:spacing w:after="100" w:afterAutospacing="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1CD1">
              <w:rPr>
                <w:rFonts w:ascii="Times New Roman" w:eastAsia="Calibri" w:hAnsi="Times New Roman" w:cs="Times New Roman"/>
                <w:sz w:val="28"/>
                <w:szCs w:val="28"/>
              </w:rPr>
              <w:t>от 22.04.2021  № 222-п</w:t>
            </w:r>
          </w:p>
          <w:p w:rsidR="00D25B03" w:rsidRPr="005972E3" w:rsidRDefault="00D25B03" w:rsidP="00540F8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bookmarkEnd w:id="0"/>
          </w:p>
          <w:p w:rsidR="00D25B03" w:rsidRPr="00E71E0E" w:rsidRDefault="00D25B03" w:rsidP="00954AB0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D25B03" w:rsidRPr="00FB1F5E" w:rsidRDefault="00D25B03" w:rsidP="00954AB0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D25B03" w:rsidRPr="00FB1F5E" w:rsidRDefault="00D25B03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D25B03" w:rsidRPr="000F2969" w:rsidRDefault="00D25B03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69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D25B03" w:rsidRPr="000F2969" w:rsidRDefault="00D25B03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69">
        <w:rPr>
          <w:rFonts w:ascii="Times New Roman" w:hAnsi="Times New Roman" w:cs="Times New Roman"/>
          <w:b/>
          <w:sz w:val="28"/>
          <w:szCs w:val="28"/>
        </w:rPr>
        <w:t xml:space="preserve">на участие в конкурсе проектов «Бюджет для граждан» </w:t>
      </w:r>
    </w:p>
    <w:p w:rsidR="00D25B03" w:rsidRPr="0023273A" w:rsidRDefault="00D25B03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73A">
        <w:rPr>
          <w:rFonts w:ascii="Times New Roman" w:hAnsi="Times New Roman" w:cs="Times New Roman"/>
          <w:b/>
          <w:sz w:val="28"/>
          <w:szCs w:val="28"/>
        </w:rPr>
        <w:t>(для юридических лиц)</w:t>
      </w:r>
    </w:p>
    <w:p w:rsidR="00D25B03" w:rsidRPr="00CC3A6E" w:rsidRDefault="00D25B03">
      <w:pPr>
        <w:widowControl w:val="0"/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356" w:type="dxa"/>
        <w:tblInd w:w="108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768"/>
        <w:gridCol w:w="4792"/>
      </w:tblGrid>
      <w:tr w:rsidR="00D25B03" w:rsidTr="00FB1F5E">
        <w:trPr>
          <w:trHeight w:val="567"/>
        </w:trPr>
        <w:tc>
          <w:tcPr>
            <w:tcW w:w="796" w:type="dxa"/>
          </w:tcPr>
          <w:p w:rsidR="00D25B03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25B03" w:rsidRPr="00CC3A6E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68" w:type="dxa"/>
          </w:tcPr>
          <w:p w:rsidR="00D25B03" w:rsidRPr="00CC3A6E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792" w:type="dxa"/>
          </w:tcPr>
          <w:p w:rsidR="00D25B03" w:rsidRPr="00CC3A6E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(заполняются участником конкурса)</w:t>
            </w:r>
          </w:p>
        </w:tc>
      </w:tr>
    </w:tbl>
    <w:p w:rsidR="000A364B" w:rsidRPr="00FB1F5E" w:rsidRDefault="000A364B" w:rsidP="00954AB0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796"/>
        <w:gridCol w:w="3768"/>
        <w:gridCol w:w="3986"/>
        <w:gridCol w:w="806"/>
      </w:tblGrid>
      <w:tr w:rsidR="00D25B03" w:rsidTr="00854E8D">
        <w:trPr>
          <w:trHeight w:val="136"/>
          <w:tblHeader/>
        </w:trPr>
        <w:tc>
          <w:tcPr>
            <w:tcW w:w="796" w:type="dxa"/>
          </w:tcPr>
          <w:p w:rsidR="00D25B03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8" w:type="dxa"/>
          </w:tcPr>
          <w:p w:rsidR="00D25B03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2" w:type="dxa"/>
            <w:gridSpan w:val="2"/>
          </w:tcPr>
          <w:p w:rsidR="00D25B03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5B03" w:rsidTr="00854E8D">
        <w:trPr>
          <w:trHeight w:val="70"/>
        </w:trPr>
        <w:tc>
          <w:tcPr>
            <w:tcW w:w="9356" w:type="dxa"/>
            <w:gridSpan w:val="4"/>
          </w:tcPr>
          <w:p w:rsidR="00D25B03" w:rsidRPr="00CC3A6E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 xml:space="preserve">анные участника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 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юридического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 xml:space="preserve"> лица</w:t>
            </w:r>
          </w:p>
        </w:tc>
      </w:tr>
      <w:tr w:rsidR="00D25B03" w:rsidTr="00854E8D">
        <w:trPr>
          <w:trHeight w:val="98"/>
        </w:trPr>
        <w:tc>
          <w:tcPr>
            <w:tcW w:w="796" w:type="dxa"/>
          </w:tcPr>
          <w:p w:rsidR="00D25B03" w:rsidRPr="00CC3A6E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768" w:type="dxa"/>
          </w:tcPr>
          <w:p w:rsidR="00D25B03" w:rsidRPr="00CC3A6E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792" w:type="dxa"/>
            <w:gridSpan w:val="2"/>
          </w:tcPr>
          <w:p w:rsidR="00D25B03" w:rsidRPr="00CC3A6E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187"/>
        </w:trPr>
        <w:tc>
          <w:tcPr>
            <w:tcW w:w="796" w:type="dxa"/>
          </w:tcPr>
          <w:p w:rsidR="00D25B03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768" w:type="dxa"/>
          </w:tcPr>
          <w:p w:rsidR="00D25B03" w:rsidRPr="008C340F" w:rsidRDefault="00D25B03">
            <w:pPr>
              <w:widowControl w:val="0"/>
              <w:spacing w:after="100" w:afterAutospacing="1"/>
              <w:ind w:right="-25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2CED">
              <w:rPr>
                <w:rFonts w:ascii="Times New Roman" w:hAnsi="Times New Roman" w:cs="Times New Roman"/>
                <w:sz w:val="28"/>
                <w:szCs w:val="28"/>
              </w:rPr>
              <w:t>дентификационный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номер налогоплательщика (ИНН)</w:t>
            </w:r>
          </w:p>
        </w:tc>
        <w:tc>
          <w:tcPr>
            <w:tcW w:w="4792" w:type="dxa"/>
            <w:gridSpan w:val="2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38"/>
        </w:trPr>
        <w:tc>
          <w:tcPr>
            <w:tcW w:w="796" w:type="dxa"/>
          </w:tcPr>
          <w:p w:rsidR="00D25B03" w:rsidRPr="004A2358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768" w:type="dxa"/>
          </w:tcPr>
          <w:p w:rsidR="00D25B03" w:rsidRPr="004A2358" w:rsidRDefault="00D25B03">
            <w:pPr>
              <w:widowControl w:val="0"/>
              <w:spacing w:after="100" w:afterAutospacing="1"/>
              <w:ind w:right="-25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н</w:t>
            </w:r>
            <w:r w:rsidRPr="008C340F">
              <w:rPr>
                <w:rFonts w:ascii="Times New Roman" w:hAnsi="Times New Roman" w:cs="Times New Roman"/>
                <w:sz w:val="28"/>
                <w:szCs w:val="28"/>
              </w:rPr>
              <w:t xml:space="preserve">аправление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C340F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</w:p>
        </w:tc>
        <w:tc>
          <w:tcPr>
            <w:tcW w:w="4792" w:type="dxa"/>
            <w:gridSpan w:val="2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70"/>
        </w:trPr>
        <w:tc>
          <w:tcPr>
            <w:tcW w:w="796" w:type="dxa"/>
          </w:tcPr>
          <w:p w:rsidR="00D25B03" w:rsidRPr="00CC3A6E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68" w:type="dxa"/>
          </w:tcPr>
          <w:p w:rsidR="00D25B03" w:rsidRPr="00CC3A6E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r w:rsidR="004462E0">
              <w:rPr>
                <w:rFonts w:ascii="Times New Roman" w:hAnsi="Times New Roman" w:cs="Times New Roman"/>
                <w:sz w:val="28"/>
                <w:szCs w:val="28"/>
              </w:rPr>
              <w:t>регистрации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62E0">
              <w:rPr>
                <w:rFonts w:ascii="Times New Roman" w:hAnsi="Times New Roman" w:cs="Times New Roman"/>
                <w:sz w:val="28"/>
                <w:szCs w:val="28"/>
              </w:rPr>
              <w:t>юридического лица</w:t>
            </w:r>
          </w:p>
        </w:tc>
        <w:tc>
          <w:tcPr>
            <w:tcW w:w="4792" w:type="dxa"/>
            <w:gridSpan w:val="2"/>
          </w:tcPr>
          <w:p w:rsidR="00D25B03" w:rsidRPr="00CC3A6E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</w:tcPr>
          <w:p w:rsidR="00D25B03" w:rsidRPr="004A2358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768" w:type="dxa"/>
          </w:tcPr>
          <w:p w:rsidR="00D25B03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  <w:p w:rsidR="00D25B03" w:rsidRPr="004A2358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индексом)</w:t>
            </w:r>
          </w:p>
        </w:tc>
        <w:tc>
          <w:tcPr>
            <w:tcW w:w="4792" w:type="dxa"/>
            <w:gridSpan w:val="2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</w:tcPr>
          <w:p w:rsidR="00D25B03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3768" w:type="dxa"/>
          </w:tcPr>
          <w:p w:rsidR="00D25B03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 отчество (последнее – при наличии) руководителя организации/ должность</w:t>
            </w:r>
          </w:p>
        </w:tc>
        <w:tc>
          <w:tcPr>
            <w:tcW w:w="4792" w:type="dxa"/>
            <w:gridSpan w:val="2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112"/>
        </w:trPr>
        <w:tc>
          <w:tcPr>
            <w:tcW w:w="796" w:type="dxa"/>
          </w:tcPr>
          <w:p w:rsidR="00D25B03" w:rsidRPr="004A2358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3768" w:type="dxa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 отчество (последнее – при наличии) ответственного лица</w:t>
            </w:r>
          </w:p>
        </w:tc>
        <w:tc>
          <w:tcPr>
            <w:tcW w:w="4792" w:type="dxa"/>
            <w:gridSpan w:val="2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</w:tcPr>
          <w:p w:rsidR="00D25B03" w:rsidRPr="00CC3A6E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68" w:type="dxa"/>
          </w:tcPr>
          <w:p w:rsidR="00D25B03" w:rsidRPr="00CC3A6E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ответственного лица</w:t>
            </w:r>
          </w:p>
        </w:tc>
        <w:tc>
          <w:tcPr>
            <w:tcW w:w="4792" w:type="dxa"/>
            <w:gridSpan w:val="2"/>
          </w:tcPr>
          <w:p w:rsidR="00D25B03" w:rsidRPr="00CC3A6E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</w:tcPr>
          <w:p w:rsidR="00D25B03" w:rsidRPr="00CC3A6E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68" w:type="dxa"/>
          </w:tcPr>
          <w:p w:rsidR="00D25B03" w:rsidRPr="00CC3A6E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A6E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ответственного лица</w:t>
            </w:r>
          </w:p>
        </w:tc>
        <w:tc>
          <w:tcPr>
            <w:tcW w:w="4792" w:type="dxa"/>
            <w:gridSpan w:val="2"/>
          </w:tcPr>
          <w:p w:rsidR="00D25B03" w:rsidRPr="00CC3A6E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178"/>
        </w:trPr>
        <w:tc>
          <w:tcPr>
            <w:tcW w:w="9356" w:type="dxa"/>
            <w:gridSpan w:val="4"/>
          </w:tcPr>
          <w:p w:rsidR="00D25B03" w:rsidRPr="004A2358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Данные представленного на конкурс проекта</w:t>
            </w:r>
          </w:p>
        </w:tc>
      </w:tr>
      <w:tr w:rsidR="00D25B03" w:rsidTr="00854E8D">
        <w:trPr>
          <w:trHeight w:val="552"/>
        </w:trPr>
        <w:tc>
          <w:tcPr>
            <w:tcW w:w="796" w:type="dxa"/>
            <w:vMerge w:val="restart"/>
          </w:tcPr>
          <w:p w:rsidR="00D25B03" w:rsidRPr="004A2358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768" w:type="dxa"/>
            <w:vMerge w:val="restart"/>
          </w:tcPr>
          <w:p w:rsidR="00D25B03" w:rsidRPr="00FB0925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B0925">
              <w:rPr>
                <w:rFonts w:ascii="Times New Roman" w:hAnsi="Times New Roman" w:cs="Times New Roman"/>
                <w:sz w:val="28"/>
                <w:szCs w:val="28"/>
              </w:rPr>
              <w:t>Наименование номинации, в которой представлен проект (указать)</w:t>
            </w:r>
          </w:p>
        </w:tc>
        <w:tc>
          <w:tcPr>
            <w:tcW w:w="3986" w:type="dxa"/>
          </w:tcPr>
          <w:p w:rsidR="00D25B03" w:rsidRPr="00FB0925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B09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B0925" w:rsidRPr="00FB0925">
              <w:rPr>
                <w:rFonts w:ascii="Times New Roman" w:hAnsi="Times New Roman" w:cs="Times New Roman"/>
                <w:sz w:val="28"/>
                <w:szCs w:val="28"/>
              </w:rPr>
              <w:t>Лучший проект местного бюджета для граждан</w:t>
            </w:r>
            <w:r w:rsidRPr="00FB09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06" w:type="dxa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  <w:vMerge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D25B03" w:rsidRPr="00FB0925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</w:tcPr>
          <w:p w:rsidR="00D25B03" w:rsidRPr="00FB0925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B09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90EB9">
              <w:rPr>
                <w:rFonts w:ascii="Times New Roman" w:hAnsi="Times New Roman" w:cs="Times New Roman"/>
                <w:sz w:val="28"/>
                <w:szCs w:val="28"/>
              </w:rPr>
              <w:t>Лучший проект отраслевого бюджета для граждан</w:t>
            </w:r>
            <w:r w:rsidRPr="00FB09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06" w:type="dxa"/>
          </w:tcPr>
          <w:p w:rsidR="00D25B03" w:rsidRDefault="00D25B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03" w:rsidRPr="004A2358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206"/>
        </w:trPr>
        <w:tc>
          <w:tcPr>
            <w:tcW w:w="796" w:type="dxa"/>
          </w:tcPr>
          <w:p w:rsidR="00D25B03" w:rsidRPr="004A2358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768" w:type="dxa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4792" w:type="dxa"/>
            <w:gridSpan w:val="2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86"/>
        </w:trPr>
        <w:tc>
          <w:tcPr>
            <w:tcW w:w="796" w:type="dxa"/>
          </w:tcPr>
          <w:p w:rsidR="00D25B03" w:rsidRPr="004A2358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768" w:type="dxa"/>
          </w:tcPr>
          <w:p w:rsidR="00D25B03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Краткая аннотация </w:t>
            </w:r>
          </w:p>
          <w:p w:rsidR="00D25B03" w:rsidRPr="004A2358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 – 3 предложения)</w:t>
            </w:r>
          </w:p>
        </w:tc>
        <w:tc>
          <w:tcPr>
            <w:tcW w:w="4792" w:type="dxa"/>
            <w:gridSpan w:val="2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</w:tcPr>
          <w:p w:rsidR="00D25B03" w:rsidRPr="004A2358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3768" w:type="dxa"/>
          </w:tcPr>
          <w:p w:rsidR="00D25B03" w:rsidRPr="004A2358" w:rsidRDefault="00D25B0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Формат представления проекта (презентация, плакат, брошюра, </w:t>
            </w:r>
            <w:r w:rsidRPr="000F7D92">
              <w:rPr>
                <w:rFonts w:ascii="Times New Roman" w:hAnsi="Times New Roman" w:cs="Times New Roman"/>
                <w:sz w:val="28"/>
                <w:szCs w:val="28"/>
              </w:rPr>
              <w:t>иное (указать)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92" w:type="dxa"/>
            <w:gridSpan w:val="2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  <w:vMerge w:val="restart"/>
          </w:tcPr>
          <w:p w:rsidR="00D25B03" w:rsidRDefault="00D25B03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3768" w:type="dxa"/>
            <w:vMerge w:val="restart"/>
          </w:tcPr>
          <w:p w:rsidR="00D25B03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  <w:r w:rsidRPr="00EB1A62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(указать)</w:t>
            </w:r>
          </w:p>
        </w:tc>
        <w:tc>
          <w:tcPr>
            <w:tcW w:w="3986" w:type="dxa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098E">
              <w:rPr>
                <w:rFonts w:ascii="Times New Roman" w:hAnsi="Times New Roman" w:cs="Times New Roman"/>
                <w:sz w:val="28"/>
                <w:szCs w:val="28"/>
              </w:rPr>
              <w:t xml:space="preserve">на бумажном носителе информации на _____ </w:t>
            </w:r>
            <w:proofErr w:type="gramStart"/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6" w:type="dxa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B03" w:rsidTr="00854E8D">
        <w:trPr>
          <w:trHeight w:val="552"/>
        </w:trPr>
        <w:tc>
          <w:tcPr>
            <w:tcW w:w="796" w:type="dxa"/>
            <w:vMerge/>
          </w:tcPr>
          <w:p w:rsidR="00D25B03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D25B03" w:rsidRDefault="00D25B03">
            <w:pPr>
              <w:widowControl w:val="0"/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098E">
              <w:rPr>
                <w:rFonts w:ascii="Times New Roman" w:hAnsi="Times New Roman" w:cs="Times New Roman"/>
                <w:sz w:val="28"/>
                <w:szCs w:val="28"/>
              </w:rPr>
              <w:t>на электронном носителе информации</w:t>
            </w:r>
          </w:p>
        </w:tc>
        <w:tc>
          <w:tcPr>
            <w:tcW w:w="806" w:type="dxa"/>
          </w:tcPr>
          <w:p w:rsidR="00D25B03" w:rsidRPr="004A2358" w:rsidRDefault="00D25B03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88E" w:rsidTr="00AD51C1">
        <w:trPr>
          <w:trHeight w:val="552"/>
        </w:trPr>
        <w:tc>
          <w:tcPr>
            <w:tcW w:w="796" w:type="dxa"/>
          </w:tcPr>
          <w:p w:rsidR="00D2288E" w:rsidRDefault="00D2288E" w:rsidP="00954AB0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3768" w:type="dxa"/>
          </w:tcPr>
          <w:p w:rsidR="00D2288E" w:rsidRDefault="00D2288E">
            <w:pPr>
              <w:widowControl w:val="0"/>
              <w:spacing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по практической реализации проекта (1 – 3 предложения)</w:t>
            </w:r>
          </w:p>
        </w:tc>
        <w:tc>
          <w:tcPr>
            <w:tcW w:w="4792" w:type="dxa"/>
            <w:gridSpan w:val="2"/>
          </w:tcPr>
          <w:p w:rsidR="00D2288E" w:rsidRPr="004A2358" w:rsidRDefault="00D2288E">
            <w:pPr>
              <w:widowControl w:val="0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5B03" w:rsidRDefault="00D25B03" w:rsidP="00954AB0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A6E">
        <w:rPr>
          <w:rFonts w:ascii="Times New Roman" w:hAnsi="Times New Roman" w:cs="Times New Roman"/>
          <w:sz w:val="28"/>
          <w:szCs w:val="28"/>
        </w:rPr>
        <w:tab/>
      </w:r>
    </w:p>
    <w:p w:rsidR="00D25B03" w:rsidRPr="007B41D0" w:rsidRDefault="00D25B03" w:rsidP="00540F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</w:t>
      </w:r>
    </w:p>
    <w:p w:rsidR="00D25B03" w:rsidRPr="007B41D0" w:rsidRDefault="00D25B03" w:rsidP="00540F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91C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)*</w:t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r w:rsidRPr="00391C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подписи)</w:t>
      </w:r>
    </w:p>
    <w:p w:rsidR="00D25B03" w:rsidRDefault="00D25B03" w:rsidP="00954AB0">
      <w:pPr>
        <w:widowControl w:val="0"/>
        <w:tabs>
          <w:tab w:val="left" w:pos="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25B03" w:rsidRDefault="00D25B03" w:rsidP="00540F8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</w:t>
      </w:r>
    </w:p>
    <w:p w:rsidR="00D25B03" w:rsidRDefault="00D25B03" w:rsidP="00540F8E">
      <w:pPr>
        <w:widowControl w:val="0"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64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25B03" w:rsidRPr="0023273A" w:rsidRDefault="00D25B03" w:rsidP="00954AB0">
      <w:pPr>
        <w:widowControl w:val="0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25B03" w:rsidRPr="00CC3A6E" w:rsidRDefault="00D25B03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* Подпись руководителя с указанием должности, заверенная печатью организации (при наличии печати).</w:t>
      </w:r>
    </w:p>
    <w:p w:rsidR="00D25B03" w:rsidRPr="0023273A" w:rsidRDefault="00D25B03">
      <w:pPr>
        <w:widowControl w:val="0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84856" w:rsidRPr="0023273A" w:rsidRDefault="0038485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384856" w:rsidRPr="0023273A" w:rsidSect="00823E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8CA" w:rsidRDefault="009258CA" w:rsidP="003671CB">
      <w:pPr>
        <w:spacing w:after="0" w:line="240" w:lineRule="auto"/>
      </w:pPr>
      <w:r>
        <w:separator/>
      </w:r>
    </w:p>
  </w:endnote>
  <w:endnote w:type="continuationSeparator" w:id="0">
    <w:p w:rsidR="009258CA" w:rsidRDefault="009258CA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8CA" w:rsidRDefault="009258CA" w:rsidP="003671CB">
      <w:pPr>
        <w:spacing w:after="0" w:line="240" w:lineRule="auto"/>
      </w:pPr>
      <w:r>
        <w:separator/>
      </w:r>
    </w:p>
  </w:footnote>
  <w:footnote w:type="continuationSeparator" w:id="0">
    <w:p w:rsidR="009258CA" w:rsidRDefault="009258CA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10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B84C7F" w:rsidRPr="00FB1F5E" w:rsidRDefault="00B84C7F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FB1F5E">
          <w:rPr>
            <w:rFonts w:ascii="Times New Roman" w:hAnsi="Times New Roman" w:cs="Times New Roman"/>
            <w:sz w:val="28"/>
          </w:rPr>
          <w:fldChar w:fldCharType="begin"/>
        </w:r>
        <w:r w:rsidRPr="00FB1F5E">
          <w:rPr>
            <w:rFonts w:ascii="Times New Roman" w:hAnsi="Times New Roman" w:cs="Times New Roman"/>
            <w:sz w:val="28"/>
          </w:rPr>
          <w:instrText>PAGE   \* MERGEFORMAT</w:instrText>
        </w:r>
        <w:r w:rsidRPr="00FB1F5E">
          <w:rPr>
            <w:rFonts w:ascii="Times New Roman" w:hAnsi="Times New Roman" w:cs="Times New Roman"/>
            <w:sz w:val="28"/>
          </w:rPr>
          <w:fldChar w:fldCharType="separate"/>
        </w:r>
        <w:r w:rsidR="00641CD1">
          <w:rPr>
            <w:rFonts w:ascii="Times New Roman" w:hAnsi="Times New Roman" w:cs="Times New Roman"/>
            <w:noProof/>
            <w:sz w:val="28"/>
          </w:rPr>
          <w:t>2</w:t>
        </w:r>
        <w:r w:rsidRPr="00FB1F5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7BA6"/>
    <w:multiLevelType w:val="hybridMultilevel"/>
    <w:tmpl w:val="29DAE188"/>
    <w:lvl w:ilvl="0" w:tplc="C8D07D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7F362B"/>
    <w:multiLevelType w:val="hybridMultilevel"/>
    <w:tmpl w:val="B208916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12318C"/>
    <w:multiLevelType w:val="hybridMultilevel"/>
    <w:tmpl w:val="2A5C67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177C7"/>
    <w:multiLevelType w:val="hybridMultilevel"/>
    <w:tmpl w:val="C8E6BB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44229"/>
    <w:rsid w:val="00063592"/>
    <w:rsid w:val="00085C2A"/>
    <w:rsid w:val="00090EB9"/>
    <w:rsid w:val="000A364B"/>
    <w:rsid w:val="000A379A"/>
    <w:rsid w:val="000E6236"/>
    <w:rsid w:val="000F0450"/>
    <w:rsid w:val="000F0D23"/>
    <w:rsid w:val="000F2969"/>
    <w:rsid w:val="000F6DF3"/>
    <w:rsid w:val="000F7D92"/>
    <w:rsid w:val="00133C90"/>
    <w:rsid w:val="0015494A"/>
    <w:rsid w:val="00156ED4"/>
    <w:rsid w:val="001934BA"/>
    <w:rsid w:val="001B6F14"/>
    <w:rsid w:val="001F357B"/>
    <w:rsid w:val="002044F4"/>
    <w:rsid w:val="0023273A"/>
    <w:rsid w:val="00241BC1"/>
    <w:rsid w:val="0025057C"/>
    <w:rsid w:val="002674C9"/>
    <w:rsid w:val="00281082"/>
    <w:rsid w:val="002D01D3"/>
    <w:rsid w:val="002D0464"/>
    <w:rsid w:val="002D5C3D"/>
    <w:rsid w:val="002F58C2"/>
    <w:rsid w:val="002F7BBF"/>
    <w:rsid w:val="003208F7"/>
    <w:rsid w:val="003326AF"/>
    <w:rsid w:val="003520E6"/>
    <w:rsid w:val="003671CB"/>
    <w:rsid w:val="00367B42"/>
    <w:rsid w:val="00384856"/>
    <w:rsid w:val="00391C7B"/>
    <w:rsid w:val="00394516"/>
    <w:rsid w:val="003B1CAF"/>
    <w:rsid w:val="003D48EA"/>
    <w:rsid w:val="00401A53"/>
    <w:rsid w:val="00410C48"/>
    <w:rsid w:val="004115F9"/>
    <w:rsid w:val="00413244"/>
    <w:rsid w:val="00424C66"/>
    <w:rsid w:val="00437F19"/>
    <w:rsid w:val="004462E0"/>
    <w:rsid w:val="0046219B"/>
    <w:rsid w:val="00470938"/>
    <w:rsid w:val="004737D7"/>
    <w:rsid w:val="004A2358"/>
    <w:rsid w:val="00515880"/>
    <w:rsid w:val="00521817"/>
    <w:rsid w:val="005305ED"/>
    <w:rsid w:val="005373EB"/>
    <w:rsid w:val="00540F8E"/>
    <w:rsid w:val="005427F4"/>
    <w:rsid w:val="005472E8"/>
    <w:rsid w:val="00556B10"/>
    <w:rsid w:val="00560B66"/>
    <w:rsid w:val="005813F7"/>
    <w:rsid w:val="00584D40"/>
    <w:rsid w:val="005972E3"/>
    <w:rsid w:val="005B240C"/>
    <w:rsid w:val="005C6F7A"/>
    <w:rsid w:val="005D2D7B"/>
    <w:rsid w:val="005E0F84"/>
    <w:rsid w:val="005E3541"/>
    <w:rsid w:val="00611D4E"/>
    <w:rsid w:val="00641CD1"/>
    <w:rsid w:val="00644C52"/>
    <w:rsid w:val="00652724"/>
    <w:rsid w:val="00695629"/>
    <w:rsid w:val="006A19B9"/>
    <w:rsid w:val="006C3AC6"/>
    <w:rsid w:val="006E3CDC"/>
    <w:rsid w:val="007025B6"/>
    <w:rsid w:val="007054FA"/>
    <w:rsid w:val="0072064E"/>
    <w:rsid w:val="00740251"/>
    <w:rsid w:val="00756B87"/>
    <w:rsid w:val="00762CED"/>
    <w:rsid w:val="00791A71"/>
    <w:rsid w:val="0079286B"/>
    <w:rsid w:val="007B41D0"/>
    <w:rsid w:val="007C6DAD"/>
    <w:rsid w:val="008134BC"/>
    <w:rsid w:val="0082325D"/>
    <w:rsid w:val="00823EE3"/>
    <w:rsid w:val="0082688C"/>
    <w:rsid w:val="00835CF9"/>
    <w:rsid w:val="00852411"/>
    <w:rsid w:val="00853CF0"/>
    <w:rsid w:val="008807FA"/>
    <w:rsid w:val="008D3E9C"/>
    <w:rsid w:val="008E306E"/>
    <w:rsid w:val="00922BD2"/>
    <w:rsid w:val="009258CA"/>
    <w:rsid w:val="00926700"/>
    <w:rsid w:val="0094432F"/>
    <w:rsid w:val="00946684"/>
    <w:rsid w:val="00954AB0"/>
    <w:rsid w:val="00973035"/>
    <w:rsid w:val="00977797"/>
    <w:rsid w:val="00982DA3"/>
    <w:rsid w:val="00986984"/>
    <w:rsid w:val="009B3B7D"/>
    <w:rsid w:val="009D72FD"/>
    <w:rsid w:val="009E6AB5"/>
    <w:rsid w:val="00A01200"/>
    <w:rsid w:val="00A043E9"/>
    <w:rsid w:val="00A04BB4"/>
    <w:rsid w:val="00A0682E"/>
    <w:rsid w:val="00A43607"/>
    <w:rsid w:val="00A838C4"/>
    <w:rsid w:val="00AF31F6"/>
    <w:rsid w:val="00AF54C7"/>
    <w:rsid w:val="00B634C6"/>
    <w:rsid w:val="00B7635A"/>
    <w:rsid w:val="00B77DCC"/>
    <w:rsid w:val="00B84C7F"/>
    <w:rsid w:val="00BA3011"/>
    <w:rsid w:val="00BB7706"/>
    <w:rsid w:val="00BB7A25"/>
    <w:rsid w:val="00BE1FEB"/>
    <w:rsid w:val="00C03F55"/>
    <w:rsid w:val="00C06D96"/>
    <w:rsid w:val="00C12DB3"/>
    <w:rsid w:val="00C1785B"/>
    <w:rsid w:val="00C33540"/>
    <w:rsid w:val="00CA5652"/>
    <w:rsid w:val="00CB7BB8"/>
    <w:rsid w:val="00CC3A6E"/>
    <w:rsid w:val="00CD14B8"/>
    <w:rsid w:val="00CD6B46"/>
    <w:rsid w:val="00D025E9"/>
    <w:rsid w:val="00D2288E"/>
    <w:rsid w:val="00D24921"/>
    <w:rsid w:val="00D25B03"/>
    <w:rsid w:val="00D327D3"/>
    <w:rsid w:val="00D44A47"/>
    <w:rsid w:val="00D67A26"/>
    <w:rsid w:val="00D67A59"/>
    <w:rsid w:val="00D95FBC"/>
    <w:rsid w:val="00D97A96"/>
    <w:rsid w:val="00DC2CC8"/>
    <w:rsid w:val="00DD1D8A"/>
    <w:rsid w:val="00DF119A"/>
    <w:rsid w:val="00E10569"/>
    <w:rsid w:val="00E12A83"/>
    <w:rsid w:val="00E26233"/>
    <w:rsid w:val="00EA0824"/>
    <w:rsid w:val="00EB1A62"/>
    <w:rsid w:val="00EC2A87"/>
    <w:rsid w:val="00EC5848"/>
    <w:rsid w:val="00EC76DB"/>
    <w:rsid w:val="00EC7927"/>
    <w:rsid w:val="00F067E6"/>
    <w:rsid w:val="00F37CE1"/>
    <w:rsid w:val="00F614F4"/>
    <w:rsid w:val="00F82E10"/>
    <w:rsid w:val="00F978C1"/>
    <w:rsid w:val="00FB0925"/>
    <w:rsid w:val="00FB0FF8"/>
    <w:rsid w:val="00FB1F5E"/>
    <w:rsid w:val="00FE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59"/>
    <w:rsid w:val="005C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F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0E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BB7A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B7A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B7A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7A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B7A25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5D2D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table" w:styleId="a7">
    <w:name w:val="Table Grid"/>
    <w:basedOn w:val="a1"/>
    <w:uiPriority w:val="59"/>
    <w:rsid w:val="005C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F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20E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BB7A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B7A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B7A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7A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B7A25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5D2D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7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D9868-8B2C-4452-93A9-79E5E4392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Термакова Ирина Владимировна</cp:lastModifiedBy>
  <cp:revision>18</cp:revision>
  <cp:lastPrinted>2020-02-05T10:16:00Z</cp:lastPrinted>
  <dcterms:created xsi:type="dcterms:W3CDTF">2020-03-11T07:16:00Z</dcterms:created>
  <dcterms:modified xsi:type="dcterms:W3CDTF">2021-04-23T08:32:00Z</dcterms:modified>
</cp:coreProperties>
</file>